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B0B" w:rsidRDefault="00FD7B0B">
      <w:pPr>
        <w:rPr>
          <w:rFonts w:ascii="Arial" w:hAnsi="Arial" w:cs="Arial"/>
        </w:rPr>
      </w:pPr>
      <w:r w:rsidRPr="0029001E">
        <w:rPr>
          <w:rFonts w:ascii="Arial" w:hAnsi="Arial" w:cs="Arial"/>
        </w:rPr>
        <w:t xml:space="preserve">We have received donations of new </w:t>
      </w:r>
      <w:r>
        <w:rPr>
          <w:rFonts w:ascii="Arial" w:hAnsi="Arial" w:cs="Arial"/>
        </w:rPr>
        <w:t>headphones</w:t>
      </w:r>
      <w:r w:rsidRPr="0029001E">
        <w:rPr>
          <w:rFonts w:ascii="Arial" w:hAnsi="Arial" w:cs="Arial"/>
        </w:rPr>
        <w:t xml:space="preserve"> from Donors Choose. These </w:t>
      </w:r>
      <w:r>
        <w:rPr>
          <w:rFonts w:ascii="Arial" w:hAnsi="Arial" w:cs="Arial"/>
        </w:rPr>
        <w:t>headphone</w:t>
      </w:r>
      <w:r w:rsidRPr="0029001E">
        <w:rPr>
          <w:rFonts w:ascii="Arial" w:hAnsi="Arial" w:cs="Arial"/>
        </w:rPr>
        <w:t xml:space="preserve">s will help </w:t>
      </w:r>
      <w:r>
        <w:rPr>
          <w:rFonts w:ascii="Arial" w:hAnsi="Arial" w:cs="Arial"/>
        </w:rPr>
        <w:t>students take classes and do other educational things on the computer which require the use of sound</w:t>
      </w:r>
      <w:r w:rsidRPr="0029001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The headphones are a necessity so that students can do their work without disturbing others.</w:t>
      </w:r>
    </w:p>
    <w:p w:rsidR="00FD7B0B" w:rsidRDefault="00FD7B0B">
      <w:pPr>
        <w:rPr>
          <w:rFonts w:ascii="Arial" w:hAnsi="Arial" w:cs="Arial"/>
        </w:rPr>
      </w:pPr>
    </w:p>
    <w:p w:rsidR="00FD7B0B" w:rsidRPr="0029001E" w:rsidRDefault="00FD7B0B">
      <w:pPr>
        <w:rPr>
          <w:rFonts w:ascii="Arial" w:hAnsi="Arial" w:cs="Arial"/>
        </w:rPr>
      </w:pPr>
      <w:r w:rsidRPr="0029001E">
        <w:rPr>
          <w:rFonts w:ascii="Arial" w:hAnsi="Arial" w:cs="Arial"/>
        </w:rPr>
        <w:t xml:space="preserve"> We are going to write thank you notes to Mr. </w:t>
      </w:r>
      <w:r w:rsidRPr="0029001E">
        <w:rPr>
          <w:rStyle w:val="Strong"/>
          <w:rFonts w:ascii="Arial" w:hAnsi="Arial" w:cs="Arial"/>
          <w:color w:val="3366CC"/>
        </w:rPr>
        <w:t>Timothy</w:t>
      </w:r>
      <w:r w:rsidRPr="0029001E">
        <w:rPr>
          <w:rFonts w:ascii="Arial" w:hAnsi="Arial" w:cs="Arial"/>
        </w:rPr>
        <w:t>, our donor, for supporting our school media center. Follow these instructions exactly.</w:t>
      </w:r>
    </w:p>
    <w:p w:rsidR="00FD7B0B" w:rsidRPr="0029001E" w:rsidRDefault="00FD7B0B">
      <w:pPr>
        <w:rPr>
          <w:rFonts w:ascii="Arial" w:hAnsi="Arial" w:cs="Arial"/>
        </w:rPr>
      </w:pPr>
    </w:p>
    <w:p w:rsidR="00FD7B0B" w:rsidRPr="0029001E" w:rsidRDefault="00FD7B0B" w:rsidP="00542E17">
      <w:pPr>
        <w:numPr>
          <w:ilvl w:val="0"/>
          <w:numId w:val="1"/>
        </w:numPr>
        <w:rPr>
          <w:rFonts w:ascii="Arial" w:hAnsi="Arial" w:cs="Arial"/>
        </w:rPr>
      </w:pPr>
      <w:r w:rsidRPr="0029001E">
        <w:rPr>
          <w:rFonts w:ascii="Arial" w:hAnsi="Arial" w:cs="Arial"/>
        </w:rPr>
        <w:t>Write a thank you note on a piece of paper. Have either Mrs. Gardner or Mrs. Williams proof read the note.</w:t>
      </w:r>
    </w:p>
    <w:p w:rsidR="00FD7B0B" w:rsidRPr="0029001E" w:rsidRDefault="00FD7B0B" w:rsidP="00542E17">
      <w:pPr>
        <w:numPr>
          <w:ilvl w:val="0"/>
          <w:numId w:val="1"/>
        </w:numPr>
        <w:rPr>
          <w:rFonts w:ascii="Arial" w:hAnsi="Arial" w:cs="Arial"/>
        </w:rPr>
      </w:pPr>
      <w:r w:rsidRPr="0029001E">
        <w:rPr>
          <w:rFonts w:ascii="Arial" w:hAnsi="Arial" w:cs="Arial"/>
        </w:rPr>
        <w:t>After the note has been approved, get a thank you note card from Mrs. Gardner</w:t>
      </w:r>
      <w:r>
        <w:rPr>
          <w:rFonts w:ascii="Arial" w:hAnsi="Arial" w:cs="Arial"/>
        </w:rPr>
        <w:t xml:space="preserve"> or Mrs. Williams.</w:t>
      </w:r>
    </w:p>
    <w:p w:rsidR="00FD7B0B" w:rsidRPr="0029001E" w:rsidRDefault="00FD7B0B" w:rsidP="00963BC2">
      <w:pPr>
        <w:numPr>
          <w:ilvl w:val="0"/>
          <w:numId w:val="1"/>
        </w:numPr>
        <w:rPr>
          <w:rFonts w:ascii="Arial" w:hAnsi="Arial" w:cs="Arial"/>
        </w:rPr>
      </w:pPr>
      <w:r w:rsidRPr="0029001E">
        <w:rPr>
          <w:rFonts w:ascii="Arial" w:hAnsi="Arial" w:cs="Arial"/>
        </w:rPr>
        <w:t>Write your thank you note message on the note card.</w:t>
      </w:r>
    </w:p>
    <w:p w:rsidR="00FD7B0B" w:rsidRPr="0029001E" w:rsidRDefault="00FD7B0B" w:rsidP="00963BC2">
      <w:pPr>
        <w:ind w:left="360"/>
        <w:rPr>
          <w:rFonts w:ascii="Arial" w:hAnsi="Arial" w:cs="Arial"/>
        </w:rPr>
      </w:pPr>
    </w:p>
    <w:p w:rsidR="00FD7B0B" w:rsidRPr="0029001E" w:rsidRDefault="00FD7B0B" w:rsidP="00963BC2">
      <w:pPr>
        <w:ind w:left="360"/>
        <w:rPr>
          <w:rFonts w:ascii="Arial" w:hAnsi="Arial" w:cs="Arial"/>
        </w:rPr>
      </w:pPr>
      <w:r w:rsidRPr="0029001E">
        <w:rPr>
          <w:rFonts w:ascii="Arial" w:hAnsi="Arial" w:cs="Arial"/>
        </w:rPr>
        <w:t>*Write the date on the upper right of the card.</w:t>
      </w:r>
    </w:p>
    <w:p w:rsidR="00FD7B0B" w:rsidRPr="0029001E" w:rsidRDefault="00FD7B0B" w:rsidP="00963BC2">
      <w:pPr>
        <w:ind w:left="360"/>
        <w:rPr>
          <w:rFonts w:ascii="Arial" w:hAnsi="Arial" w:cs="Arial"/>
        </w:rPr>
      </w:pPr>
      <w:r w:rsidRPr="0029001E">
        <w:rPr>
          <w:rFonts w:ascii="Arial" w:hAnsi="Arial" w:cs="Arial"/>
        </w:rPr>
        <w:t xml:space="preserve">*Write Dear </w:t>
      </w:r>
      <w:r>
        <w:rPr>
          <w:rFonts w:ascii="Arial" w:hAnsi="Arial" w:cs="Arial"/>
        </w:rPr>
        <w:t>Mr. Timothy</w:t>
      </w:r>
      <w:r w:rsidRPr="0029001E">
        <w:rPr>
          <w:rFonts w:ascii="Arial" w:hAnsi="Arial" w:cs="Arial"/>
        </w:rPr>
        <w:t>,</w:t>
      </w:r>
    </w:p>
    <w:p w:rsidR="00FD7B0B" w:rsidRPr="0029001E" w:rsidRDefault="00FD7B0B" w:rsidP="00963BC2">
      <w:pPr>
        <w:ind w:left="360"/>
        <w:rPr>
          <w:rFonts w:ascii="Arial" w:hAnsi="Arial" w:cs="Arial"/>
        </w:rPr>
      </w:pPr>
      <w:r w:rsidRPr="0029001E">
        <w:rPr>
          <w:rFonts w:ascii="Arial" w:hAnsi="Arial" w:cs="Arial"/>
        </w:rPr>
        <w:t>*Write your message.</w:t>
      </w:r>
    </w:p>
    <w:p w:rsidR="00FD7B0B" w:rsidRPr="0029001E" w:rsidRDefault="00FD7B0B" w:rsidP="00963BC2">
      <w:pPr>
        <w:ind w:left="360"/>
        <w:rPr>
          <w:rFonts w:ascii="Arial" w:hAnsi="Arial" w:cs="Arial"/>
        </w:rPr>
      </w:pPr>
      <w:r w:rsidRPr="0029001E">
        <w:rPr>
          <w:rFonts w:ascii="Arial" w:hAnsi="Arial" w:cs="Arial"/>
        </w:rPr>
        <w:t xml:space="preserve">*Sign with your </w:t>
      </w:r>
      <w:r w:rsidRPr="0029001E">
        <w:rPr>
          <w:rFonts w:ascii="Arial" w:hAnsi="Arial" w:cs="Arial"/>
          <w:b/>
          <w:bCs/>
        </w:rPr>
        <w:t>first</w:t>
      </w:r>
      <w:r w:rsidRPr="0029001E">
        <w:rPr>
          <w:rFonts w:ascii="Arial" w:hAnsi="Arial" w:cs="Arial"/>
        </w:rPr>
        <w:t xml:space="preserve"> name only.</w:t>
      </w:r>
    </w:p>
    <w:p w:rsidR="00FD7B0B" w:rsidRPr="0029001E" w:rsidRDefault="00FD7B0B" w:rsidP="00963BC2">
      <w:pPr>
        <w:ind w:left="360"/>
        <w:rPr>
          <w:rFonts w:ascii="Arial" w:hAnsi="Arial" w:cs="Arial"/>
        </w:rPr>
      </w:pPr>
    </w:p>
    <w:p w:rsidR="00FD7B0B" w:rsidRPr="0029001E" w:rsidRDefault="00FD7B0B" w:rsidP="00963BC2">
      <w:pPr>
        <w:ind w:left="360"/>
        <w:rPr>
          <w:rFonts w:ascii="Arial" w:hAnsi="Arial" w:cs="Arial"/>
        </w:rPr>
      </w:pPr>
      <w:r w:rsidRPr="0029001E">
        <w:rPr>
          <w:rFonts w:ascii="Arial" w:hAnsi="Arial" w:cs="Arial"/>
        </w:rPr>
        <w:t>EXAMPLE</w:t>
      </w:r>
    </w:p>
    <w:p w:rsidR="00FD7B0B" w:rsidRPr="0029001E" w:rsidRDefault="00FD7B0B" w:rsidP="00963BC2">
      <w:pPr>
        <w:ind w:left="360"/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3pt;margin-top:4.8pt;width:4in;height:180pt;z-index:251658240">
            <v:textbox>
              <w:txbxContent>
                <w:p w:rsidR="00FD7B0B" w:rsidRDefault="00FD7B0B"/>
              </w:txbxContent>
            </v:textbox>
          </v:shape>
        </w:pict>
      </w:r>
    </w:p>
    <w:p w:rsidR="00FD7B0B" w:rsidRPr="0029001E" w:rsidRDefault="00FD7B0B" w:rsidP="00963BC2">
      <w:pPr>
        <w:ind w:left="360"/>
        <w:rPr>
          <w:rFonts w:ascii="Arial" w:hAnsi="Arial" w:cs="Arial"/>
        </w:rPr>
      </w:pPr>
      <w:r>
        <w:rPr>
          <w:noProof/>
        </w:rPr>
        <w:pict>
          <v:shape id="_x0000_s1027" type="#_x0000_t202" style="position:absolute;left:0;text-align:left;margin-left:63pt;margin-top:166.2pt;width:4in;height:189pt;z-index:251659264">
            <v:textbox>
              <w:txbxContent>
                <w:p w:rsidR="00FD7B0B" w:rsidRDefault="00FD7B0B" w:rsidP="00963BC2">
                  <w:pPr>
                    <w:jc w:val="right"/>
                  </w:pPr>
                  <w:r>
                    <w:t>March 25, 2010</w:t>
                  </w:r>
                </w:p>
                <w:p w:rsidR="00FD7B0B" w:rsidRDefault="00FD7B0B" w:rsidP="00963BC2">
                  <w:pPr>
                    <w:jc w:val="right"/>
                  </w:pPr>
                </w:p>
                <w:p w:rsidR="00FD7B0B" w:rsidRDefault="00FD7B0B" w:rsidP="00963BC2">
                  <w:r>
                    <w:t>Dear Mr. Timothy,</w:t>
                  </w:r>
                </w:p>
                <w:p w:rsidR="00FD7B0B" w:rsidRPr="00842BDD" w:rsidRDefault="00FD7B0B" w:rsidP="00963BC2">
                  <w:r>
                    <w:tab/>
                    <w:t>Thank you so much for the headphones. I would like to take French next year. Spanish is the only foreign language offered at my school. I will be able to take French next year in the media center thanks to your gift.</w:t>
                  </w:r>
                </w:p>
                <w:p w:rsidR="00FD7B0B" w:rsidRDefault="00FD7B0B" w:rsidP="00963BC2">
                  <w:r>
                    <w:tab/>
                    <w:t>The headphones are truly appreciated by everyone! Thanks so much!</w:t>
                  </w:r>
                </w:p>
                <w:p w:rsidR="00FD7B0B" w:rsidRDefault="00FD7B0B" w:rsidP="00963BC2"/>
                <w:p w:rsidR="00FD7B0B" w:rsidRDefault="00FD7B0B" w:rsidP="00D7688E">
                  <w:pPr>
                    <w:jc w:val="right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Karen</w:t>
                  </w:r>
                </w:p>
              </w:txbxContent>
            </v:textbox>
          </v:shape>
        </w:pict>
      </w:r>
      <w:r>
        <w:rPr>
          <w:noProof/>
        </w:rPr>
      </w:r>
      <w:r w:rsidRPr="0029001E">
        <w:rPr>
          <w:rFonts w:ascii="Arial" w:hAnsi="Arial" w:cs="Arial"/>
        </w:rPr>
        <w:pict>
          <v:group id="_x0000_s1028" editas="canvas" style="width:6in;height:252pt;mso-position-horizontal-relative:char;mso-position-vertical-relative:line" coordorigin="2527,1987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527;top:1987;width:7200;height:4320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</w:p>
    <w:sectPr w:rsidR="00FD7B0B" w:rsidRPr="0029001E" w:rsidSect="00BD5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A6095"/>
    <w:multiLevelType w:val="hybridMultilevel"/>
    <w:tmpl w:val="D45A26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306"/>
    <w:rsid w:val="0008674C"/>
    <w:rsid w:val="0029001E"/>
    <w:rsid w:val="002E6806"/>
    <w:rsid w:val="003C6DA8"/>
    <w:rsid w:val="00542E17"/>
    <w:rsid w:val="006049E5"/>
    <w:rsid w:val="006D2CA8"/>
    <w:rsid w:val="00710CD0"/>
    <w:rsid w:val="00842BDD"/>
    <w:rsid w:val="00963BC2"/>
    <w:rsid w:val="00B95B9B"/>
    <w:rsid w:val="00BD5DCA"/>
    <w:rsid w:val="00CA2306"/>
    <w:rsid w:val="00D7688E"/>
    <w:rsid w:val="00F0676F"/>
    <w:rsid w:val="00F52F1A"/>
    <w:rsid w:val="00F87F1D"/>
    <w:rsid w:val="00FD23C2"/>
    <w:rsid w:val="00FD7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DC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locked/>
    <w:rsid w:val="002900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127</Words>
  <Characters>727</Characters>
  <Application>Microsoft Office Outlook</Application>
  <DocSecurity>0</DocSecurity>
  <Lines>0</Lines>
  <Paragraphs>0</Paragraphs>
  <ScaleCrop>false</ScaleCrop>
  <Company>Pitt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 have received donations of new books from Donors Choose</dc:title>
  <dc:subject/>
  <dc:creator>Ayden-Grifton High School</dc:creator>
  <cp:keywords/>
  <dc:description/>
  <cp:lastModifiedBy>Ayden-Grifton High School</cp:lastModifiedBy>
  <cp:revision>2</cp:revision>
  <dcterms:created xsi:type="dcterms:W3CDTF">2010-03-25T14:31:00Z</dcterms:created>
  <dcterms:modified xsi:type="dcterms:W3CDTF">2010-03-25T14:31:00Z</dcterms:modified>
</cp:coreProperties>
</file>